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703"/>
        <w:gridCol w:w="2311"/>
        <w:gridCol w:w="2311"/>
      </w:tblGrid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10339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irrational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partial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polite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pertinent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irregular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103399">
              <w:rPr>
                <w:rFonts w:ascii="Segoe UI Light" w:hAnsi="Segoe UI Light" w:cs="Segoe UI Light"/>
                <w:b w:val="0"/>
              </w:rPr>
              <w:t>immodest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impersonal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illicit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399">
              <w:rPr>
                <w:rFonts w:ascii="Segoe UI Light" w:hAnsi="Segoe UI Light" w:cs="Segoe UI Light"/>
                <w:sz w:val="36"/>
                <w:szCs w:val="36"/>
              </w:rPr>
              <w:t>illegitimate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34352" w:rsidRPr="00103399" w:rsidTr="00D005E0">
        <w:tc>
          <w:tcPr>
            <w:tcW w:w="2376" w:type="dxa"/>
          </w:tcPr>
          <w:p w:rsidR="00634352" w:rsidRPr="00103399" w:rsidRDefault="00634352" w:rsidP="00D005E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103399">
              <w:rPr>
                <w:rFonts w:ascii="Segoe UI Light" w:hAnsi="Segoe UI Light" w:cs="Segoe UI Light"/>
                <w:b w:val="0"/>
              </w:rPr>
              <w:t>indes</w:t>
            </w:r>
            <w:bookmarkStart w:id="0" w:name="_GoBack"/>
            <w:bookmarkEnd w:id="0"/>
            <w:r w:rsidRPr="00103399">
              <w:rPr>
                <w:rFonts w:ascii="Segoe UI Light" w:hAnsi="Segoe UI Light" w:cs="Segoe UI Light"/>
                <w:b w:val="0"/>
              </w:rPr>
              <w:t>cribable</w:t>
            </w:r>
          </w:p>
        </w:tc>
        <w:tc>
          <w:tcPr>
            <w:tcW w:w="2703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34352" w:rsidRPr="00103399" w:rsidRDefault="00634352" w:rsidP="00D005E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634352" w:rsidRPr="00CE0243" w:rsidRDefault="00634352" w:rsidP="00D005E0">
      <w:pPr>
        <w:jc w:val="center"/>
        <w:rPr>
          <w:rFonts w:ascii="Segoe UI Light" w:hAnsi="Segoe UI Light" w:cs="Segoe UI Light"/>
          <w:sz w:val="36"/>
        </w:rPr>
      </w:pPr>
      <w:r w:rsidRPr="00EF6473">
        <w:rPr>
          <w:rFonts w:ascii="Segoe UI Light" w:hAnsi="Segoe UI Light" w:cs="Segoe UI Light"/>
          <w:sz w:val="36"/>
        </w:rPr>
        <w:t>Set 6:  prefixes ' ir ', ' il ' and ' im '</w:t>
      </w:r>
    </w:p>
    <w:p w:rsidR="00634352" w:rsidRPr="00F07B5A" w:rsidRDefault="00634352">
      <w:pPr>
        <w:rPr>
          <w:rFonts w:ascii="Segoe UI Light" w:hAnsi="Segoe UI Light" w:cs="Segoe UI Light"/>
          <w:sz w:val="36"/>
          <w:szCs w:val="36"/>
        </w:rPr>
      </w:pPr>
    </w:p>
    <w:sectPr w:rsidR="00634352" w:rsidRPr="00F07B5A" w:rsidSect="00C65D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352" w:rsidRDefault="00634352">
      <w:r>
        <w:separator/>
      </w:r>
    </w:p>
  </w:endnote>
  <w:endnote w:type="continuationSeparator" w:id="0">
    <w:p w:rsidR="00634352" w:rsidRDefault="0063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Default="006343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Pr="007B1928" w:rsidRDefault="00634352" w:rsidP="00EB7712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634352" w:rsidRDefault="006343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Default="006343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352" w:rsidRDefault="00634352">
      <w:r>
        <w:separator/>
      </w:r>
    </w:p>
  </w:footnote>
  <w:footnote w:type="continuationSeparator" w:id="0">
    <w:p w:rsidR="00634352" w:rsidRDefault="00634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Default="006343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Default="006343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352" w:rsidRDefault="006343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03399"/>
    <w:rsid w:val="00106C6C"/>
    <w:rsid w:val="0011235B"/>
    <w:rsid w:val="0016485B"/>
    <w:rsid w:val="001822D1"/>
    <w:rsid w:val="001B1BB7"/>
    <w:rsid w:val="001D28B2"/>
    <w:rsid w:val="00231321"/>
    <w:rsid w:val="00235594"/>
    <w:rsid w:val="00253CB0"/>
    <w:rsid w:val="00264602"/>
    <w:rsid w:val="002913D2"/>
    <w:rsid w:val="002E5874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352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D72A7"/>
    <w:rsid w:val="008E2DF9"/>
    <w:rsid w:val="008F6B43"/>
    <w:rsid w:val="009C6766"/>
    <w:rsid w:val="00A301AE"/>
    <w:rsid w:val="00A806E2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005E0"/>
    <w:rsid w:val="00D37ABB"/>
    <w:rsid w:val="00D60F4F"/>
    <w:rsid w:val="00DB3634"/>
    <w:rsid w:val="00DB6F33"/>
    <w:rsid w:val="00E036CD"/>
    <w:rsid w:val="00EB7712"/>
    <w:rsid w:val="00EC472F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B771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EB77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6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</Words>
  <Characters>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2013-12-08T12:27:00Z</dcterms:created>
  <dcterms:modified xsi:type="dcterms:W3CDTF">2014-07-09T13:12:00Z</dcterms:modified>
</cp:coreProperties>
</file>